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09" w:rsidRDefault="003A6124">
      <w:pPr>
        <w:pStyle w:val="Textbody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Kolno,  …………………….</w:t>
      </w: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0"/>
        <w:gridCol w:w="4142"/>
      </w:tblGrid>
      <w:tr w:rsidR="00630109">
        <w:tblPrEx>
          <w:tblCellMar>
            <w:top w:w="0" w:type="dxa"/>
            <w:bottom w:w="0" w:type="dxa"/>
          </w:tblCellMar>
        </w:tblPrEx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3A6124">
            <w:pPr>
              <w:pStyle w:val="Textbod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……………………………………...</w:t>
            </w:r>
          </w:p>
          <w:p w:rsidR="00630109" w:rsidRDefault="003A6124">
            <w:pPr>
              <w:pStyle w:val="Textbody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 xml:space="preserve">                         (nazwisko i imię)</w:t>
            </w:r>
          </w:p>
        </w:tc>
        <w:tc>
          <w:tcPr>
            <w:tcW w:w="41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630109">
            <w:pPr>
              <w:pStyle w:val="Textbod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30109">
        <w:tblPrEx>
          <w:tblCellMar>
            <w:top w:w="0" w:type="dxa"/>
            <w:bottom w:w="0" w:type="dxa"/>
          </w:tblCellMar>
        </w:tblPrEx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3A6124">
            <w:pPr>
              <w:pStyle w:val="Textbod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……………………………………...</w:t>
            </w:r>
          </w:p>
          <w:p w:rsidR="00630109" w:rsidRDefault="003A6124">
            <w:pPr>
              <w:pStyle w:val="Textbody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 xml:space="preserve">                       (adres zamieszkania)</w:t>
            </w:r>
          </w:p>
        </w:tc>
        <w:tc>
          <w:tcPr>
            <w:tcW w:w="41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630109">
            <w:pPr>
              <w:pStyle w:val="Textbod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30109">
        <w:tblPrEx>
          <w:tblCellMar>
            <w:top w:w="0" w:type="dxa"/>
            <w:bottom w:w="0" w:type="dxa"/>
          </w:tblCellMar>
        </w:tblPrEx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3A6124">
            <w:pPr>
              <w:pStyle w:val="Textbod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……………………………………...</w:t>
            </w:r>
          </w:p>
        </w:tc>
        <w:tc>
          <w:tcPr>
            <w:tcW w:w="41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630109">
            <w:pPr>
              <w:pStyle w:val="Textbody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30109">
        <w:tblPrEx>
          <w:tblCellMar>
            <w:top w:w="0" w:type="dxa"/>
            <w:bottom w:w="0" w:type="dxa"/>
          </w:tblCellMar>
        </w:tblPrEx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3A6124">
            <w:pPr>
              <w:pStyle w:val="Textbody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 xml:space="preserve">                      (telefon kontaktowy)</w:t>
            </w:r>
          </w:p>
        </w:tc>
        <w:tc>
          <w:tcPr>
            <w:tcW w:w="41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630109">
            <w:pPr>
              <w:pStyle w:val="Textbody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0109">
        <w:tblPrEx>
          <w:tblCellMar>
            <w:top w:w="0" w:type="dxa"/>
            <w:bottom w:w="0" w:type="dxa"/>
          </w:tblCellMar>
        </w:tblPrEx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630109">
            <w:pPr>
              <w:pStyle w:val="Textbody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3A6124">
            <w:pPr>
              <w:pStyle w:val="Textbody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Burmistrz Miasta Kolno</w:t>
            </w:r>
          </w:p>
        </w:tc>
      </w:tr>
      <w:tr w:rsidR="00630109">
        <w:tblPrEx>
          <w:tblCellMar>
            <w:top w:w="0" w:type="dxa"/>
            <w:bottom w:w="0" w:type="dxa"/>
          </w:tblCellMar>
        </w:tblPrEx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630109">
            <w:pPr>
              <w:pStyle w:val="Textbody"/>
            </w:pPr>
          </w:p>
        </w:tc>
        <w:tc>
          <w:tcPr>
            <w:tcW w:w="41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630109">
            <w:pPr>
              <w:pStyle w:val="Textbody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0109">
        <w:tblPrEx>
          <w:tblCellMar>
            <w:top w:w="0" w:type="dxa"/>
            <w:bottom w:w="0" w:type="dxa"/>
          </w:tblCellMar>
        </w:tblPrEx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630109">
            <w:pPr>
              <w:pStyle w:val="Textbody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0109" w:rsidRDefault="00630109">
            <w:pPr>
              <w:pStyle w:val="Textbody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630109" w:rsidRDefault="003A6124">
      <w:pPr>
        <w:pStyle w:val="Standard"/>
        <w:jc w:val="both"/>
      </w:pPr>
      <w:r>
        <w:rPr>
          <w:bCs/>
          <w:sz w:val="18"/>
          <w:szCs w:val="18"/>
        </w:rPr>
        <w:t>Ja, niżej podpisana/y, w celu realizacji przez Burmistrza Miasta Kolno, wynikającego z art. 43 ust. 1 pkt 2 lit. a ustawy z dnia 15 kwietnia 2011 r. o systemie informacji oświatowe</w:t>
      </w:r>
      <w:r>
        <w:rPr>
          <w:bCs/>
          <w:sz w:val="18"/>
          <w:szCs w:val="18"/>
        </w:rPr>
        <w:t xml:space="preserve">j (Dz. U z 2019 r. poz. 1942 z późn. zm.) obowiązku przekazywania </w:t>
      </w:r>
      <w:r>
        <w:rPr>
          <w:bCs/>
          <w:sz w:val="18"/>
          <w:szCs w:val="18"/>
        </w:rPr>
        <w:br/>
      </w:r>
      <w:r>
        <w:rPr>
          <w:bCs/>
          <w:sz w:val="18"/>
          <w:szCs w:val="18"/>
        </w:rPr>
        <w:t xml:space="preserve">do Systemu Informacji Oświatowej danych dotyczących awansu zawodowego nauczyciela, przetwarzanych na zasadach określonych </w:t>
      </w:r>
      <w:r>
        <w:rPr>
          <w:sz w:val="18"/>
          <w:szCs w:val="18"/>
        </w:rPr>
        <w:t>w rozporządzeniu Parlamentu Europejskiego i Rady (UE) 2016/679 z dn</w:t>
      </w:r>
      <w:r>
        <w:rPr>
          <w:sz w:val="18"/>
          <w:szCs w:val="18"/>
        </w:rPr>
        <w:t>ia 27 kwietnia 2016 r. w sprawie ochrony osób fizycznych w związku z przetwarzaniem danych osobowych i w sprawie swobodnego przepływu takich danych oraz uchylenia dyrektywy 95/46/WE (tzw. RODO)</w:t>
      </w:r>
      <w:r>
        <w:rPr>
          <w:bCs/>
          <w:sz w:val="18"/>
          <w:szCs w:val="18"/>
        </w:rPr>
        <w:t xml:space="preserve"> podaję mój numer PESEL:</w:t>
      </w:r>
    </w:p>
    <w:p w:rsidR="00630109" w:rsidRDefault="00630109">
      <w:pPr>
        <w:pStyle w:val="Standard"/>
        <w:jc w:val="both"/>
        <w:rPr>
          <w:bCs/>
          <w:sz w:val="18"/>
          <w:szCs w:val="18"/>
        </w:rPr>
      </w:pPr>
    </w:p>
    <w:tbl>
      <w:tblPr>
        <w:tblW w:w="4850" w:type="dxa"/>
        <w:tblInd w:w="18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50"/>
      </w:tblGrid>
      <w:tr w:rsidR="00630109">
        <w:tblPrEx>
          <w:tblCellMar>
            <w:top w:w="0" w:type="dxa"/>
            <w:bottom w:w="0" w:type="dxa"/>
          </w:tblCellMar>
        </w:tblPrEx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109" w:rsidRDefault="00630109">
            <w:pPr>
              <w:pStyle w:val="Standard"/>
              <w:snapToGrid w:val="0"/>
              <w:spacing w:line="360" w:lineRule="auto"/>
              <w:jc w:val="center"/>
              <w:rPr>
                <w:bCs/>
              </w:rPr>
            </w:pPr>
          </w:p>
        </w:tc>
      </w:tr>
    </w:tbl>
    <w:p w:rsidR="00630109" w:rsidRDefault="00630109">
      <w:pPr>
        <w:pStyle w:val="Textbody"/>
        <w:rPr>
          <w:rFonts w:ascii="Times New Roman" w:hAnsi="Times New Roman" w:cs="Times New Roman"/>
        </w:rPr>
      </w:pPr>
    </w:p>
    <w:p w:rsidR="00630109" w:rsidRDefault="003A6124">
      <w:pPr>
        <w:pStyle w:val="Textbody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WNIOSEK</w:t>
      </w:r>
    </w:p>
    <w:p w:rsidR="00630109" w:rsidRDefault="003A6124">
      <w:pPr>
        <w:pStyle w:val="Textbody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podjęcie </w:t>
      </w:r>
      <w:r>
        <w:rPr>
          <w:rFonts w:ascii="Times New Roman" w:hAnsi="Times New Roman" w:cs="Times New Roman"/>
          <w:b/>
        </w:rPr>
        <w:t>postępowania egzaminacyjnego na stopień nauczyciela mianowanego</w:t>
      </w:r>
    </w:p>
    <w:p w:rsidR="00630109" w:rsidRDefault="00630109">
      <w:pPr>
        <w:pStyle w:val="Textbodyindent"/>
        <w:jc w:val="both"/>
        <w:rPr>
          <w:b/>
          <w:szCs w:val="24"/>
        </w:rPr>
      </w:pPr>
    </w:p>
    <w:p w:rsidR="00630109" w:rsidRDefault="003A6124">
      <w:pPr>
        <w:pStyle w:val="Textbodyindent"/>
        <w:jc w:val="both"/>
      </w:pPr>
      <w:r>
        <w:rPr>
          <w:szCs w:val="24"/>
        </w:rPr>
        <w:t xml:space="preserve">Na podstawie art. 9b ust. 2 oraz art. 9d ust. 7 ustawy z dnia 26 stycznia 1982 r. – Karta Nauczyciela (Dz. U. z 2019 r. poz. 2215) proszę o podjęcie postępowania egzaminacyjnego </w:t>
      </w:r>
      <w:r>
        <w:rPr>
          <w:szCs w:val="24"/>
        </w:rPr>
        <w:br/>
      </w:r>
      <w:r>
        <w:rPr>
          <w:szCs w:val="24"/>
        </w:rPr>
        <w:t xml:space="preserve">na stopień </w:t>
      </w:r>
      <w:r>
        <w:rPr>
          <w:szCs w:val="24"/>
        </w:rPr>
        <w:t>awansu zawodowego nauczyciela mianowanego.</w:t>
      </w:r>
    </w:p>
    <w:p w:rsidR="00630109" w:rsidRDefault="00630109">
      <w:pPr>
        <w:pStyle w:val="Textbodyindent"/>
        <w:jc w:val="both"/>
        <w:rPr>
          <w:sz w:val="16"/>
          <w:szCs w:val="16"/>
        </w:rPr>
      </w:pPr>
    </w:p>
    <w:p w:rsidR="00630109" w:rsidRDefault="003A6124">
      <w:pPr>
        <w:pStyle w:val="Standard"/>
        <w:jc w:val="both"/>
      </w:pPr>
      <w:r>
        <w:t>Posiadam akt nadania stopnia nauczyciela kontraktowego wydany przez dyrektora …….…….</w:t>
      </w:r>
    </w:p>
    <w:p w:rsidR="00630109" w:rsidRDefault="003A6124">
      <w:pPr>
        <w:pStyle w:val="Standard"/>
        <w:jc w:val="both"/>
      </w:pPr>
      <w:r>
        <w:t>……………………………………………………………………... dnia ……...……………….</w:t>
      </w:r>
    </w:p>
    <w:p w:rsidR="00630109" w:rsidRDefault="003A6124">
      <w:pPr>
        <w:pStyle w:val="Standard"/>
        <w:jc w:val="both"/>
      </w:pPr>
      <w:r>
        <w:t>Odbyłam/em staż w wymiarze 2 lata i 9 miesięcy, trwający od ……………… do ………………</w:t>
      </w:r>
    </w:p>
    <w:p w:rsidR="00630109" w:rsidRDefault="003A6124">
      <w:pPr>
        <w:pStyle w:val="Standard"/>
        <w:jc w:val="both"/>
      </w:pPr>
      <w:r>
        <w:t>Otrzymałam/em pozytywną ocenę dorobku zawodowego za okres stażu, sporządzoną przez dyrektora ………………………..………………………………… dnia …………..…………..</w:t>
      </w:r>
    </w:p>
    <w:p w:rsidR="00630109" w:rsidRDefault="00630109">
      <w:pPr>
        <w:pStyle w:val="Standard"/>
        <w:jc w:val="both"/>
        <w:rPr>
          <w:iCs/>
          <w:sz w:val="20"/>
          <w:szCs w:val="20"/>
        </w:rPr>
      </w:pPr>
    </w:p>
    <w:p w:rsidR="00630109" w:rsidRDefault="003A6124">
      <w:pPr>
        <w:pStyle w:val="Standard"/>
        <w:ind w:firstLine="708"/>
        <w:jc w:val="both"/>
      </w:pPr>
      <w:r>
        <w:rPr>
          <w:sz w:val="18"/>
          <w:szCs w:val="18"/>
        </w:rPr>
        <w:t>Wyrażam zgodę na przetwarzanie przez Burmistrza Miasta Kolno, na zasadach określonych w rozporządzeniu Parlamentu Europ</w:t>
      </w:r>
      <w:r>
        <w:rPr>
          <w:sz w:val="18"/>
          <w:szCs w:val="18"/>
        </w:rPr>
        <w:t xml:space="preserve">ejskiego i Rady (UE) 2016/679 z dnia 27 kwietnia 2016 r. w sprawie ochrony osób fizycznych w związku </w:t>
      </w:r>
      <w:r>
        <w:rPr>
          <w:sz w:val="18"/>
          <w:szCs w:val="18"/>
        </w:rPr>
        <w:br/>
      </w:r>
      <w:r>
        <w:rPr>
          <w:sz w:val="18"/>
          <w:szCs w:val="18"/>
        </w:rPr>
        <w:t>z przetwarzaniem danych osobowych i w sprawie swobodnego przepływu takich danych oraz uchylenia dyrektywy 95/46/WE (tzw. RODO), moich danych osobowych w z</w:t>
      </w:r>
      <w:r>
        <w:rPr>
          <w:sz w:val="18"/>
          <w:szCs w:val="18"/>
        </w:rPr>
        <w:t>wiązku z ubieganiem się o podjęcie postępowania egzaminacyjnego na stopień awansu zawodowego nauczyciela mianowanego</w:t>
      </w:r>
      <w:r>
        <w:rPr>
          <w:bCs/>
          <w:sz w:val="18"/>
          <w:szCs w:val="18"/>
        </w:rPr>
        <w:t>.</w:t>
      </w:r>
    </w:p>
    <w:p w:rsidR="00630109" w:rsidRDefault="00630109">
      <w:pPr>
        <w:pStyle w:val="Standard"/>
      </w:pPr>
    </w:p>
    <w:p w:rsidR="00630109" w:rsidRDefault="00630109">
      <w:pPr>
        <w:pStyle w:val="Standard"/>
        <w:jc w:val="both"/>
      </w:pPr>
    </w:p>
    <w:p w:rsidR="00630109" w:rsidRDefault="00630109">
      <w:pPr>
        <w:pStyle w:val="NormalnyWeb"/>
        <w:spacing w:before="0" w:after="0"/>
        <w:jc w:val="both"/>
      </w:pPr>
    </w:p>
    <w:p w:rsidR="00630109" w:rsidRDefault="003A6124">
      <w:pPr>
        <w:pStyle w:val="NormalnyWeb"/>
        <w:spacing w:before="0" w:after="0"/>
        <w:ind w:left="5070"/>
        <w:jc w:val="center"/>
      </w:pPr>
      <w:r>
        <w:t>..................................................................</w:t>
      </w:r>
    </w:p>
    <w:p w:rsidR="00630109" w:rsidRDefault="003A6124">
      <w:pPr>
        <w:pStyle w:val="NormalnyWeb"/>
        <w:spacing w:before="0" w:after="0"/>
        <w:ind w:left="5070"/>
        <w:jc w:val="center"/>
        <w:rPr>
          <w:vertAlign w:val="superscript"/>
        </w:rPr>
      </w:pPr>
      <w:r>
        <w:rPr>
          <w:vertAlign w:val="superscript"/>
        </w:rPr>
        <w:t>(czytelny podpis wnioskodawcy)</w:t>
      </w:r>
    </w:p>
    <w:p w:rsidR="00630109" w:rsidRDefault="003A6124">
      <w:pPr>
        <w:pStyle w:val="Standard"/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Załączniki:</w:t>
      </w:r>
    </w:p>
    <w:p w:rsidR="00630109" w:rsidRDefault="003A6124">
      <w:pPr>
        <w:pStyle w:val="Standard"/>
        <w:numPr>
          <w:ilvl w:val="0"/>
          <w:numId w:val="5"/>
        </w:numPr>
        <w:jc w:val="both"/>
        <w:rPr>
          <w:sz w:val="21"/>
          <w:szCs w:val="21"/>
        </w:rPr>
      </w:pPr>
      <w:r>
        <w:rPr>
          <w:sz w:val="21"/>
          <w:szCs w:val="21"/>
        </w:rPr>
        <w:t>Kopie dokumentów potwierd</w:t>
      </w:r>
      <w:r>
        <w:rPr>
          <w:sz w:val="21"/>
          <w:szCs w:val="21"/>
        </w:rPr>
        <w:t>zających posiadane kwalifikacje zawodowe:</w:t>
      </w:r>
    </w:p>
    <w:p w:rsidR="00630109" w:rsidRDefault="003A6124">
      <w:pPr>
        <w:pStyle w:val="Standard"/>
        <w:numPr>
          <w:ilvl w:val="1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t>dyplom ukończenia studiów wyższych,</w:t>
      </w:r>
    </w:p>
    <w:p w:rsidR="00630109" w:rsidRDefault="003A6124">
      <w:pPr>
        <w:pStyle w:val="Standard"/>
        <w:numPr>
          <w:ilvl w:val="1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t>dyplom ukończenia studiów magisterskich,</w:t>
      </w:r>
    </w:p>
    <w:p w:rsidR="00630109" w:rsidRDefault="003A6124">
      <w:pPr>
        <w:pStyle w:val="Standard"/>
        <w:numPr>
          <w:ilvl w:val="1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t>zaświadczenie uzyskania przygotowania pedagogicznego i posiadania kwalifikacji do zajmowania stanowiska nauczyciela,</w:t>
      </w:r>
    </w:p>
    <w:p w:rsidR="00630109" w:rsidRDefault="003A6124">
      <w:pPr>
        <w:pStyle w:val="Standard"/>
        <w:numPr>
          <w:ilvl w:val="1"/>
          <w:numId w:val="3"/>
        </w:numPr>
        <w:jc w:val="both"/>
        <w:rPr>
          <w:sz w:val="21"/>
          <w:szCs w:val="21"/>
        </w:rPr>
      </w:pPr>
      <w:r>
        <w:rPr>
          <w:sz w:val="21"/>
          <w:szCs w:val="21"/>
        </w:rPr>
        <w:t>świadectwo ukończeni</w:t>
      </w:r>
      <w:r>
        <w:rPr>
          <w:sz w:val="21"/>
          <w:szCs w:val="21"/>
        </w:rPr>
        <w:t>a studiów podyplomowych w zakresie …………………..</w:t>
      </w:r>
    </w:p>
    <w:p w:rsidR="00630109" w:rsidRDefault="003A6124">
      <w:pPr>
        <w:pStyle w:val="Standard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Kopia aktu nadania stopnia awansu zawodowego nauczyciela kontraktowego.</w:t>
      </w:r>
    </w:p>
    <w:p w:rsidR="00630109" w:rsidRDefault="003A6124">
      <w:pPr>
        <w:pStyle w:val="Standard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Zaświadczenie dyrektora szkoły.</w:t>
      </w:r>
    </w:p>
    <w:p w:rsidR="00630109" w:rsidRDefault="003A6124">
      <w:pPr>
        <w:pStyle w:val="Standard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Kopia sprawozdania z realizacji planu rozwoju zawodowego.</w:t>
      </w:r>
    </w:p>
    <w:p w:rsidR="00630109" w:rsidRDefault="003A6124">
      <w:pPr>
        <w:pStyle w:val="Standard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sz w:val="21"/>
          <w:szCs w:val="21"/>
        </w:rPr>
        <w:t>Kopia oceny dorobku zawodowego za okres stażu.</w:t>
      </w:r>
    </w:p>
    <w:p w:rsidR="00630109" w:rsidRDefault="00630109">
      <w:pPr>
        <w:pStyle w:val="Standard"/>
        <w:jc w:val="both"/>
        <w:rPr>
          <w:sz w:val="21"/>
          <w:szCs w:val="21"/>
        </w:rPr>
      </w:pPr>
    </w:p>
    <w:p w:rsidR="00630109" w:rsidRDefault="00630109">
      <w:pPr>
        <w:pStyle w:val="Standard"/>
        <w:jc w:val="both"/>
        <w:rPr>
          <w:sz w:val="21"/>
          <w:szCs w:val="21"/>
        </w:rPr>
      </w:pPr>
    </w:p>
    <w:p w:rsidR="00630109" w:rsidRDefault="003A6124">
      <w:pPr>
        <w:pStyle w:val="Standard"/>
        <w:jc w:val="both"/>
      </w:pPr>
      <w:r>
        <w:t>W załączeniu klauzula informacyjna „RODO”.</w:t>
      </w:r>
    </w:p>
    <w:p w:rsidR="00630109" w:rsidRDefault="00630109">
      <w:pPr>
        <w:pStyle w:val="Standard"/>
        <w:jc w:val="both"/>
        <w:rPr>
          <w:sz w:val="22"/>
          <w:szCs w:val="22"/>
        </w:rPr>
      </w:pPr>
    </w:p>
    <w:p w:rsidR="00630109" w:rsidRDefault="003A6124">
      <w:pPr>
        <w:pStyle w:val="Standard"/>
        <w:spacing w:line="276" w:lineRule="auto"/>
        <w:jc w:val="center"/>
        <w:rPr>
          <w:b/>
        </w:rPr>
      </w:pPr>
      <w:r>
        <w:rPr>
          <w:b/>
        </w:rPr>
        <w:t>KLAUZULA INFORMACYJNA</w:t>
      </w:r>
    </w:p>
    <w:p w:rsidR="00630109" w:rsidRDefault="00630109">
      <w:pPr>
        <w:pStyle w:val="Standard"/>
        <w:spacing w:line="276" w:lineRule="auto"/>
        <w:jc w:val="center"/>
        <w:rPr>
          <w:b/>
        </w:rPr>
      </w:pPr>
    </w:p>
    <w:p w:rsidR="00630109" w:rsidRDefault="003A6124">
      <w:pPr>
        <w:pStyle w:val="Standard"/>
        <w:autoSpaceDE w:val="0"/>
        <w:jc w:val="both"/>
        <w:rPr>
          <w:rFonts w:eastAsia="Calibri"/>
        </w:rPr>
      </w:pPr>
      <w:r>
        <w:rPr>
          <w:rFonts w:eastAsia="Calibri"/>
        </w:rPr>
        <w:t xml:space="preserve">Wypełniając obowiązek określony w art. 13 rozporządzenia Parlamentu Europejskiego i Rady (UE) 2016/679 z dnia 27 kwietnia 2016 r. w sprawie ochrony osób fizycznych w związku </w:t>
      </w:r>
      <w:r>
        <w:rPr>
          <w:rFonts w:eastAsia="Calibri"/>
        </w:rPr>
        <w:br/>
      </w:r>
      <w:r>
        <w:rPr>
          <w:rFonts w:eastAsia="Calibri"/>
        </w:rPr>
        <w:t xml:space="preserve">z </w:t>
      </w:r>
      <w:r>
        <w:rPr>
          <w:rFonts w:eastAsia="Calibri"/>
        </w:rPr>
        <w:t>przetwarzaniem danych osobowych i w sprawie swobodnego przepływu takich danych oraz uchylenia dyrektywy 95/46/WE (ogólne rozporządzenie o ochronie danych) (dalej: RODO) informuję, że:</w:t>
      </w:r>
    </w:p>
    <w:p w:rsidR="00630109" w:rsidRDefault="00630109">
      <w:pPr>
        <w:pStyle w:val="Standard"/>
        <w:spacing w:line="276" w:lineRule="auto"/>
        <w:rPr>
          <w:rFonts w:eastAsia="Calibri"/>
          <w:b/>
        </w:rPr>
      </w:pPr>
    </w:p>
    <w:p w:rsidR="00630109" w:rsidRDefault="003A6124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Administratorem Pani/Pana danych osobowych jest Burmistrz Miasta Kolno,</w:t>
      </w:r>
      <w:r>
        <w:rPr>
          <w:rFonts w:ascii="Times New Roman" w:hAnsi="Times New Roman" w:cs="Times New Roman"/>
          <w:sz w:val="24"/>
          <w:szCs w:val="24"/>
        </w:rPr>
        <w:t xml:space="preserve"> adres: ul. Wojska Polskiego 20, 18-500 Kolno.</w:t>
      </w:r>
    </w:p>
    <w:p w:rsidR="00630109" w:rsidRDefault="003A6124">
      <w:pPr>
        <w:pStyle w:val="Standard"/>
        <w:numPr>
          <w:ilvl w:val="0"/>
          <w:numId w:val="2"/>
        </w:numPr>
        <w:spacing w:after="120"/>
        <w:ind w:left="284"/>
      </w:pPr>
      <w:r>
        <w:rPr>
          <w:rFonts w:eastAsia="Calibri"/>
        </w:rPr>
        <w:t xml:space="preserve">Kontakt do Inspektora ochrony danych w Urzędzie Miasta Kolno: </w:t>
      </w:r>
      <w:r>
        <w:rPr>
          <w:rFonts w:eastAsia="Calibri"/>
        </w:rPr>
        <w:br/>
      </w:r>
      <w:r>
        <w:rPr>
          <w:rFonts w:eastAsia="Calibri"/>
        </w:rPr>
        <w:t>Inspektor ochrony danych, Urząd Miasta Kolno, ul. Wojska Polskiego 20, 18-500 Kolno</w:t>
      </w:r>
      <w:r>
        <w:t>,  email:iod@kolno.home.pl.</w:t>
      </w:r>
    </w:p>
    <w:p w:rsidR="00630109" w:rsidRDefault="003A6124">
      <w:pPr>
        <w:pStyle w:val="Akapitzlist"/>
        <w:numPr>
          <w:ilvl w:val="0"/>
          <w:numId w:val="2"/>
        </w:numPr>
        <w:spacing w:after="120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Pani/Pana dane osobowe przetwarzane</w:t>
      </w:r>
      <w:r>
        <w:rPr>
          <w:rFonts w:ascii="Times New Roman" w:hAnsi="Times New Roman" w:cs="Times New Roman"/>
          <w:sz w:val="24"/>
          <w:szCs w:val="24"/>
        </w:rPr>
        <w:t xml:space="preserve"> będą w celu załatwienia sprawy wszczętej Pani/Pana wnioskiem o podjęcie postępowania egzaminacyjnego na stopień nauczyciela mianowanego, zgodnie z ustawą z dnia 26 stycznia 1982 r. – </w:t>
      </w:r>
      <w:r>
        <w:rPr>
          <w:rFonts w:ascii="Times New Roman" w:hAnsi="Times New Roman" w:cs="Times New Roman"/>
          <w:color w:val="000000"/>
          <w:sz w:val="24"/>
          <w:szCs w:val="24"/>
        </w:rPr>
        <w:t>Karta Nauczyciela (Dz. U. z 2019 r. poz. 2215).</w:t>
      </w:r>
    </w:p>
    <w:p w:rsidR="00630109" w:rsidRDefault="003A6124">
      <w:pPr>
        <w:pStyle w:val="Akapitzlist"/>
        <w:numPr>
          <w:ilvl w:val="0"/>
          <w:numId w:val="2"/>
        </w:numPr>
        <w:spacing w:after="120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Pani/Pana dane </w:t>
      </w:r>
      <w:r>
        <w:rPr>
          <w:rFonts w:ascii="Times New Roman" w:hAnsi="Times New Roman" w:cs="Times New Roman"/>
          <w:bCs/>
          <w:sz w:val="24"/>
          <w:szCs w:val="24"/>
        </w:rPr>
        <w:t>osobowe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ie będą przekazywane do innych podmiotów oraz do państwa trzeciego.</w:t>
      </w:r>
    </w:p>
    <w:p w:rsidR="00630109" w:rsidRDefault="003A6124">
      <w:pPr>
        <w:pStyle w:val="Standard"/>
        <w:spacing w:after="120"/>
        <w:ind w:left="284"/>
        <w:jc w:val="both"/>
      </w:pPr>
      <w:r>
        <w:rPr>
          <w:b/>
          <w:sz w:val="20"/>
        </w:rPr>
        <w:t>(Uwaga:</w:t>
      </w:r>
      <w:r>
        <w:rPr>
          <w:sz w:val="20"/>
        </w:rPr>
        <w:t xml:space="preserve"> Organy publiczne, które mogą otrzymywać Pani/Pana dane osobowe w ramach konkretnego </w:t>
      </w:r>
      <w:r>
        <w:rPr>
          <w:sz w:val="20"/>
          <w:szCs w:val="20"/>
        </w:rPr>
        <w:t>postępowania zgodnie z</w:t>
      </w:r>
      <w:r>
        <w:rPr>
          <w:sz w:val="20"/>
        </w:rPr>
        <w:t xml:space="preserve"> prawem Unii lub prawem państwa członkowskiego, nie są uznawane za odbiorc</w:t>
      </w:r>
      <w:r>
        <w:rPr>
          <w:sz w:val="20"/>
        </w:rPr>
        <w:t>ów!).</w:t>
      </w:r>
    </w:p>
    <w:p w:rsidR="00630109" w:rsidRDefault="003A6124">
      <w:pPr>
        <w:pStyle w:val="Akapitzlist"/>
        <w:numPr>
          <w:ilvl w:val="0"/>
          <w:numId w:val="2"/>
        </w:numPr>
        <w:spacing w:after="120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Pani/Pana dane </w:t>
      </w:r>
      <w:r>
        <w:rPr>
          <w:rFonts w:ascii="Times New Roman" w:hAnsi="Times New Roman" w:cs="Times New Roman"/>
          <w:bCs/>
          <w:sz w:val="24"/>
          <w:szCs w:val="24"/>
        </w:rPr>
        <w:t>osobowe</w:t>
      </w:r>
      <w:r>
        <w:rPr>
          <w:rFonts w:ascii="Times New Roman" w:hAnsi="Times New Roman" w:cs="Times New Roman"/>
          <w:sz w:val="24"/>
          <w:szCs w:val="24"/>
        </w:rPr>
        <w:t xml:space="preserve"> będą przechowywane przez okres realizacji sprawy oraz prawnie ustalony okres archiwizacji (50 lat).</w:t>
      </w:r>
    </w:p>
    <w:p w:rsidR="00630109" w:rsidRDefault="003A6124">
      <w:pPr>
        <w:pStyle w:val="Akapitzlist"/>
        <w:numPr>
          <w:ilvl w:val="0"/>
          <w:numId w:val="2"/>
        </w:numPr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 Pani/Pan prawo żądać od Burmistrza Miasta Kolno:</w:t>
      </w:r>
    </w:p>
    <w:p w:rsidR="00630109" w:rsidRDefault="003A6124">
      <w:pPr>
        <w:pStyle w:val="Akapitzlist"/>
        <w:numPr>
          <w:ilvl w:val="0"/>
          <w:numId w:val="7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dostępu do swoich danych osobowych;</w:t>
      </w:r>
    </w:p>
    <w:p w:rsidR="00630109" w:rsidRDefault="003A6124">
      <w:pPr>
        <w:pStyle w:val="Akapitzlist"/>
        <w:numPr>
          <w:ilvl w:val="0"/>
          <w:numId w:val="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sprostowania swoich danych osobowych.</w:t>
      </w:r>
    </w:p>
    <w:p w:rsidR="00630109" w:rsidRDefault="00630109">
      <w:pPr>
        <w:pStyle w:val="Standard"/>
        <w:spacing w:line="276" w:lineRule="auto"/>
        <w:ind w:left="284"/>
        <w:jc w:val="both"/>
        <w:rPr>
          <w:sz w:val="16"/>
          <w:szCs w:val="16"/>
        </w:rPr>
      </w:pPr>
    </w:p>
    <w:p w:rsidR="00630109" w:rsidRDefault="003A6124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Pani/Pan uzna, że przetwarzanie Pani/Pana danych osobowych jest nieprawidłowe, ma Pani/Pan prawo wniesienia skargi do Prezesa Urzędu Ochrony Danych Osobowych.</w:t>
      </w:r>
    </w:p>
    <w:p w:rsidR="00630109" w:rsidRDefault="003A612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Podanie przez Panią/Pana danych osobowych jest wymogiem ustawowym.</w:t>
      </w:r>
    </w:p>
    <w:p w:rsidR="00630109" w:rsidRDefault="00630109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30109" w:rsidRDefault="003A6124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Pani</w:t>
      </w:r>
      <w:r>
        <w:rPr>
          <w:rStyle w:val="Domylnaczcionkaakapitu1"/>
          <w:rFonts w:ascii="Times New Roman" w:hAnsi="Times New Roman" w:cs="Times New Roman"/>
          <w:sz w:val="24"/>
          <w:szCs w:val="24"/>
          <w:lang w:eastAsia="de-DE"/>
        </w:rPr>
        <w:t xml:space="preserve">/Pana </w:t>
      </w:r>
      <w:r>
        <w:rPr>
          <w:rStyle w:val="Domylnaczcionkaakapitu1"/>
          <w:rFonts w:ascii="Times New Roman" w:hAnsi="Times New Roman" w:cs="Times New Roman"/>
          <w:bCs/>
          <w:color w:val="000000"/>
          <w:sz w:val="24"/>
          <w:szCs w:val="24"/>
          <w:lang w:eastAsia="de-DE"/>
        </w:rPr>
        <w:t>dane osobowe</w:t>
      </w:r>
      <w:r>
        <w:rPr>
          <w:rStyle w:val="Domylnaczcionkaakapitu1"/>
          <w:rFonts w:ascii="Times New Roman" w:hAnsi="Times New Roman" w:cs="Times New Roman"/>
          <w:bCs/>
          <w:color w:val="000000"/>
          <w:sz w:val="24"/>
          <w:szCs w:val="24"/>
          <w:lang w:eastAsia="de-DE"/>
        </w:rPr>
        <w:t xml:space="preserve"> nie będą podlegały zautomatyzowanym procesom podejmowania decyzji przez Burmistrza Miasta Kolno, w tym profilowaniu.</w:t>
      </w:r>
    </w:p>
    <w:p w:rsidR="00630109" w:rsidRDefault="00630109">
      <w:pPr>
        <w:pStyle w:val="Standard"/>
      </w:pPr>
    </w:p>
    <w:p w:rsidR="00630109" w:rsidRDefault="00630109">
      <w:pPr>
        <w:pStyle w:val="Standard"/>
      </w:pPr>
    </w:p>
    <w:p w:rsidR="00630109" w:rsidRDefault="00630109">
      <w:pPr>
        <w:pStyle w:val="Standard"/>
        <w:jc w:val="both"/>
      </w:pPr>
    </w:p>
    <w:p w:rsidR="00630109" w:rsidRDefault="003A6124">
      <w:pPr>
        <w:pStyle w:val="NormalnyWeb"/>
        <w:spacing w:before="0" w:after="0"/>
        <w:ind w:left="5070"/>
        <w:jc w:val="center"/>
      </w:pPr>
      <w:r>
        <w:t>.................................................................</w:t>
      </w:r>
    </w:p>
    <w:p w:rsidR="00630109" w:rsidRDefault="003A6124">
      <w:pPr>
        <w:pStyle w:val="NormalnyWeb"/>
        <w:spacing w:before="0" w:after="0"/>
        <w:ind w:left="5070"/>
        <w:jc w:val="center"/>
        <w:rPr>
          <w:vertAlign w:val="superscript"/>
        </w:rPr>
      </w:pPr>
      <w:r>
        <w:rPr>
          <w:vertAlign w:val="superscript"/>
        </w:rPr>
        <w:t>(czytelny podpis wnioskodawcy)</w:t>
      </w:r>
    </w:p>
    <w:p w:rsidR="00630109" w:rsidRDefault="00630109">
      <w:pPr>
        <w:pStyle w:val="Standard"/>
        <w:jc w:val="both"/>
      </w:pPr>
    </w:p>
    <w:sectPr w:rsidR="00630109">
      <w:pgSz w:w="11906" w:h="16838"/>
      <w:pgMar w:top="1296" w:right="1411" w:bottom="850" w:left="141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124" w:rsidRDefault="003A6124">
      <w:pPr>
        <w:rPr>
          <w:rFonts w:hint="eastAsia"/>
        </w:rPr>
      </w:pPr>
      <w:r>
        <w:separator/>
      </w:r>
    </w:p>
  </w:endnote>
  <w:endnote w:type="continuationSeparator" w:id="0">
    <w:p w:rsidR="003A6124" w:rsidRDefault="003A612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124" w:rsidRDefault="003A612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A6124" w:rsidRDefault="003A612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713C9"/>
    <w:multiLevelType w:val="multilevel"/>
    <w:tmpl w:val="7816629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C4C3E"/>
    <w:multiLevelType w:val="multilevel"/>
    <w:tmpl w:val="6310D86A"/>
    <w:styleLink w:val="WW8Num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D071E8B"/>
    <w:multiLevelType w:val="multilevel"/>
    <w:tmpl w:val="D2FCA9DE"/>
    <w:styleLink w:val="WW8Num1"/>
    <w:lvl w:ilvl="0">
      <w:start w:val="1"/>
      <w:numFmt w:val="decimal"/>
      <w:lvlText w:val="%1."/>
      <w:lvlJc w:val="left"/>
      <w:pPr>
        <w:ind w:left="397" w:hanging="397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42D95"/>
    <w:multiLevelType w:val="multilevel"/>
    <w:tmpl w:val="CC125A06"/>
    <w:styleLink w:val="WW8Num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630109"/>
    <w:rsid w:val="003A6124"/>
    <w:rsid w:val="00630109"/>
    <w:rsid w:val="00A8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35FB9-0A3E-4F6C-AF63-2FF8F1F7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val="pl-PL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eastAsia="Arial" w:hAnsi="Arial" w:cs="Arial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ind w:firstLine="709"/>
    </w:pPr>
    <w:rPr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Akapitzlist">
    <w:name w:val="List Paragraph"/>
    <w:basedOn w:val="Standard"/>
    <w:pPr>
      <w:spacing w:after="160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customStyle="1" w:styleId="Domylnaczcionkaakapitu1">
    <w:name w:val="Domyślna czcionka akapitu1"/>
  </w:style>
  <w:style w:type="paragraph" w:styleId="NormalnyWeb">
    <w:name w:val="Normal (Web)"/>
    <w:basedOn w:val="Normalny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lastModifiedBy>Tomasz Sobieski</cp:lastModifiedBy>
  <cp:revision>2</cp:revision>
  <cp:lastPrinted>2020-03-20T10:48:00Z</cp:lastPrinted>
  <dcterms:created xsi:type="dcterms:W3CDTF">2020-12-29T20:05:00Z</dcterms:created>
  <dcterms:modified xsi:type="dcterms:W3CDTF">2020-12-29T20:05:00Z</dcterms:modified>
</cp:coreProperties>
</file>